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22A09F0B" w:rsidR="0045080E" w:rsidRPr="00460B62" w:rsidRDefault="0045080E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 xml:space="preserve">Kultur, (Kreativ)Wirtschaft, Politik  </w:t>
      </w:r>
    </w:p>
    <w:p w14:paraId="1DBDD912" w14:textId="77777777" w:rsidR="0045080E" w:rsidRPr="00460B62" w:rsidRDefault="0045080E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75522F67" w14:textId="77777777" w:rsidR="0045080E" w:rsidRDefault="0045080E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FBD633" w14:textId="77777777" w:rsidR="0045080E" w:rsidRDefault="0045080E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7F9900" w14:textId="7A81A9E2" w:rsidR="006622E6" w:rsidRPr="0045080E" w:rsidRDefault="0011247B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45080E">
        <w:rPr>
          <w:rFonts w:ascii="Arial" w:hAnsi="Arial" w:cs="Arial"/>
          <w:sz w:val="20"/>
          <w:szCs w:val="20"/>
        </w:rPr>
        <w:t xml:space="preserve">Dornbirn, </w:t>
      </w:r>
      <w:r w:rsidR="0045080E" w:rsidRPr="0045080E">
        <w:rPr>
          <w:rFonts w:ascii="Arial" w:hAnsi="Arial" w:cs="Arial"/>
          <w:sz w:val="20"/>
          <w:szCs w:val="20"/>
        </w:rPr>
        <w:t>Campus V</w:t>
      </w:r>
      <w:r w:rsidR="00F82A35">
        <w:rPr>
          <w:rFonts w:ascii="Arial" w:hAnsi="Arial" w:cs="Arial"/>
          <w:sz w:val="20"/>
          <w:szCs w:val="20"/>
        </w:rPr>
        <w:t xml:space="preserve">, </w:t>
      </w:r>
      <w:r w:rsidR="005F1AA9">
        <w:rPr>
          <w:rFonts w:ascii="Arial" w:hAnsi="Arial" w:cs="Arial"/>
          <w:sz w:val="20"/>
          <w:szCs w:val="20"/>
        </w:rPr>
        <w:t>07.05.2024</w:t>
      </w:r>
    </w:p>
    <w:p w14:paraId="321D8AB7" w14:textId="77777777" w:rsidR="006622E6" w:rsidRDefault="006622E6" w:rsidP="00F82A35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</w:p>
    <w:p w14:paraId="6981E52C" w14:textId="77777777" w:rsidR="00321BE7" w:rsidRDefault="00321BE7" w:rsidP="00F82A35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78582599" w14:textId="38F09120" w:rsidR="0080014B" w:rsidRPr="005F1AA9" w:rsidRDefault="000E56DA" w:rsidP="00F82A35">
      <w:pPr>
        <w:spacing w:line="276" w:lineRule="auto"/>
        <w:rPr>
          <w:rFonts w:ascii="Arial" w:hAnsi="Arial" w:cs="Arial"/>
          <w:b/>
          <w:bCs/>
          <w:sz w:val="36"/>
          <w:szCs w:val="36"/>
        </w:rPr>
      </w:pPr>
      <w:r w:rsidRPr="005F1AA9">
        <w:rPr>
          <w:rFonts w:ascii="Arial" w:hAnsi="Arial" w:cs="Arial"/>
          <w:b/>
          <w:bCs/>
          <w:sz w:val="36"/>
          <w:szCs w:val="36"/>
        </w:rPr>
        <w:t>Sekundärressource Küche</w:t>
      </w:r>
    </w:p>
    <w:p w14:paraId="6E3890F0" w14:textId="7D1B3608" w:rsidR="00B81F75" w:rsidRDefault="000E56DA" w:rsidP="00F82A3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Biohotel Schwanen aus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</w:t>
      </w:r>
      <w:r w:rsidR="00550023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zau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stellt CampusVäre in Dornbirn voll funktionsfähige Küche zur Verfügung</w:t>
      </w:r>
    </w:p>
    <w:p w14:paraId="3C3FA5A0" w14:textId="70C1AC89" w:rsidR="005A7BA8" w:rsidRDefault="005A7BA8" w:rsidP="00F82A3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104F390" w14:textId="17F4C6EC" w:rsidR="005A7BA8" w:rsidRDefault="00550023" w:rsidP="00F82A3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CampusVäre erhält eine gebrauchte und gut erhaltene Küche. Sie stammt aus dem Biohotel Schwanen in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Bizau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Dort freut man sich darüber, eine funktionierende Ressource in weiterer Verwendung zu </w:t>
      </w:r>
      <w:r w:rsidR="001064D5">
        <w:rPr>
          <w:rFonts w:ascii="Arial" w:hAnsi="Arial" w:cs="Arial"/>
          <w:b/>
          <w:bCs/>
          <w:sz w:val="20"/>
          <w:szCs w:val="20"/>
        </w:rPr>
        <w:t>wissen</w:t>
      </w:r>
      <w:r>
        <w:rPr>
          <w:rFonts w:ascii="Arial" w:hAnsi="Arial" w:cs="Arial"/>
          <w:b/>
          <w:bCs/>
          <w:sz w:val="20"/>
          <w:szCs w:val="20"/>
        </w:rPr>
        <w:t xml:space="preserve">. Es ist ein Beispiel dafür, wie Kreislaufwirtschaft funktionieren kann und letztlich alle davon profitieren, am meisten die Umwelt. </w:t>
      </w:r>
    </w:p>
    <w:p w14:paraId="0B1D3A0E" w14:textId="77777777" w:rsidR="00B20F18" w:rsidRDefault="00B20F18" w:rsidP="00F82A3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5F0EAB6" w14:textId="7CE7661D" w:rsidR="00916202" w:rsidRDefault="00EE1A03" w:rsidP="00F82A35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Dornbirn. </w:t>
      </w:r>
      <w:r w:rsidR="00DC75DA">
        <w:rPr>
          <w:rFonts w:ascii="Arial" w:hAnsi="Arial" w:cs="Arial"/>
          <w:bCs/>
          <w:sz w:val="20"/>
          <w:szCs w:val="20"/>
        </w:rPr>
        <w:t xml:space="preserve">Die </w:t>
      </w:r>
      <w:r w:rsidR="00916202">
        <w:rPr>
          <w:rFonts w:ascii="Arial" w:hAnsi="Arial" w:cs="Arial"/>
          <w:bCs/>
          <w:sz w:val="20"/>
          <w:szCs w:val="20"/>
        </w:rPr>
        <w:t xml:space="preserve">Verwendung Sekundärer Ressourcen </w:t>
      </w:r>
      <w:r w:rsidR="00DC75DA">
        <w:rPr>
          <w:rFonts w:ascii="Arial" w:hAnsi="Arial" w:cs="Arial"/>
          <w:bCs/>
          <w:sz w:val="20"/>
          <w:szCs w:val="20"/>
        </w:rPr>
        <w:t xml:space="preserve">hat in der CampusVäre </w:t>
      </w:r>
      <w:r w:rsidR="00916202">
        <w:rPr>
          <w:rFonts w:ascii="Arial" w:hAnsi="Arial" w:cs="Arial"/>
          <w:bCs/>
          <w:sz w:val="20"/>
          <w:szCs w:val="20"/>
        </w:rPr>
        <w:t>Priorität. Neben Fenstern aus der FH</w:t>
      </w:r>
      <w:r w:rsidR="00550023">
        <w:rPr>
          <w:rFonts w:ascii="Arial" w:hAnsi="Arial" w:cs="Arial"/>
          <w:bCs/>
          <w:sz w:val="20"/>
          <w:szCs w:val="20"/>
        </w:rPr>
        <w:t xml:space="preserve"> Vorarlberg</w:t>
      </w:r>
      <w:r w:rsidR="00916202">
        <w:rPr>
          <w:rFonts w:ascii="Arial" w:hAnsi="Arial" w:cs="Arial"/>
          <w:bCs/>
          <w:sz w:val="20"/>
          <w:szCs w:val="20"/>
        </w:rPr>
        <w:t xml:space="preserve"> </w:t>
      </w:r>
      <w:r w:rsidR="0022543C">
        <w:rPr>
          <w:rFonts w:ascii="Arial" w:hAnsi="Arial" w:cs="Arial"/>
          <w:bCs/>
          <w:sz w:val="20"/>
          <w:szCs w:val="20"/>
        </w:rPr>
        <w:t xml:space="preserve">und </w:t>
      </w:r>
      <w:r w:rsidR="00916202">
        <w:rPr>
          <w:rFonts w:ascii="Arial" w:hAnsi="Arial" w:cs="Arial"/>
          <w:bCs/>
          <w:sz w:val="20"/>
          <w:szCs w:val="20"/>
        </w:rPr>
        <w:t>Möbel</w:t>
      </w:r>
      <w:r w:rsidR="00F82A35">
        <w:rPr>
          <w:rFonts w:ascii="Arial" w:hAnsi="Arial" w:cs="Arial"/>
          <w:bCs/>
          <w:sz w:val="20"/>
          <w:szCs w:val="20"/>
        </w:rPr>
        <w:t>n</w:t>
      </w:r>
      <w:r w:rsidR="00916202">
        <w:rPr>
          <w:rFonts w:ascii="Arial" w:hAnsi="Arial" w:cs="Arial"/>
          <w:bCs/>
          <w:sz w:val="20"/>
          <w:szCs w:val="20"/>
        </w:rPr>
        <w:t xml:space="preserve"> aus dem </w:t>
      </w:r>
      <w:r w:rsidR="0022543C">
        <w:rPr>
          <w:rFonts w:ascii="Arial" w:hAnsi="Arial" w:cs="Arial"/>
          <w:bCs/>
          <w:sz w:val="20"/>
          <w:szCs w:val="20"/>
        </w:rPr>
        <w:t xml:space="preserve">alten </w:t>
      </w:r>
      <w:r w:rsidR="00916202">
        <w:rPr>
          <w:rFonts w:ascii="Arial" w:hAnsi="Arial" w:cs="Arial"/>
          <w:bCs/>
          <w:sz w:val="20"/>
          <w:szCs w:val="20"/>
        </w:rPr>
        <w:t xml:space="preserve">Sportgymnasium Dornbirn </w:t>
      </w:r>
      <w:r w:rsidR="0022543C">
        <w:rPr>
          <w:rFonts w:ascii="Arial" w:hAnsi="Arial" w:cs="Arial"/>
          <w:bCs/>
          <w:sz w:val="20"/>
          <w:szCs w:val="20"/>
        </w:rPr>
        <w:t xml:space="preserve">hat das </w:t>
      </w:r>
      <w:r w:rsidR="005F1AA9">
        <w:rPr>
          <w:rFonts w:ascii="Arial" w:hAnsi="Arial" w:cs="Arial"/>
          <w:bCs/>
          <w:sz w:val="20"/>
          <w:szCs w:val="20"/>
        </w:rPr>
        <w:t>Materialteillager</w:t>
      </w:r>
      <w:r w:rsidR="0022543C">
        <w:rPr>
          <w:rFonts w:ascii="Arial" w:hAnsi="Arial" w:cs="Arial"/>
          <w:bCs/>
          <w:sz w:val="20"/>
          <w:szCs w:val="20"/>
        </w:rPr>
        <w:t xml:space="preserve"> der CampusVäre Zuwachs bekommen</w:t>
      </w:r>
      <w:r w:rsidR="00916202">
        <w:rPr>
          <w:rFonts w:ascii="Arial" w:hAnsi="Arial" w:cs="Arial"/>
          <w:bCs/>
          <w:sz w:val="20"/>
          <w:szCs w:val="20"/>
        </w:rPr>
        <w:t xml:space="preserve">: Die </w:t>
      </w:r>
      <w:r w:rsidR="0022543C">
        <w:rPr>
          <w:rFonts w:ascii="Arial" w:hAnsi="Arial" w:cs="Arial"/>
          <w:bCs/>
          <w:sz w:val="20"/>
          <w:szCs w:val="20"/>
        </w:rPr>
        <w:t xml:space="preserve">alte </w:t>
      </w:r>
      <w:r w:rsidR="00916202">
        <w:rPr>
          <w:rFonts w:ascii="Arial" w:hAnsi="Arial" w:cs="Arial"/>
          <w:bCs/>
          <w:sz w:val="20"/>
          <w:szCs w:val="20"/>
        </w:rPr>
        <w:t>Küche aus dem Biohotel Schwanen i</w:t>
      </w:r>
      <w:r w:rsidR="00A76268">
        <w:rPr>
          <w:rFonts w:ascii="Arial" w:hAnsi="Arial" w:cs="Arial"/>
          <w:bCs/>
          <w:sz w:val="20"/>
          <w:szCs w:val="20"/>
        </w:rPr>
        <w:t>n</w:t>
      </w:r>
      <w:r w:rsidR="0091620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16202">
        <w:rPr>
          <w:rFonts w:ascii="Arial" w:hAnsi="Arial" w:cs="Arial"/>
          <w:bCs/>
          <w:sz w:val="20"/>
          <w:szCs w:val="20"/>
        </w:rPr>
        <w:t>B</w:t>
      </w:r>
      <w:r w:rsidR="00550023">
        <w:rPr>
          <w:rFonts w:ascii="Arial" w:hAnsi="Arial" w:cs="Arial"/>
          <w:bCs/>
          <w:sz w:val="20"/>
          <w:szCs w:val="20"/>
        </w:rPr>
        <w:t>i</w:t>
      </w:r>
      <w:r w:rsidR="00916202">
        <w:rPr>
          <w:rFonts w:ascii="Arial" w:hAnsi="Arial" w:cs="Arial"/>
          <w:bCs/>
          <w:sz w:val="20"/>
          <w:szCs w:val="20"/>
        </w:rPr>
        <w:t>zau</w:t>
      </w:r>
      <w:proofErr w:type="spellEnd"/>
      <w:r w:rsidR="0022543C">
        <w:rPr>
          <w:rFonts w:ascii="Arial" w:hAnsi="Arial" w:cs="Arial"/>
          <w:bCs/>
          <w:sz w:val="20"/>
          <w:szCs w:val="20"/>
        </w:rPr>
        <w:t xml:space="preserve"> steht für den Wiedereinbau in der CampusVäre zur Verfügung</w:t>
      </w:r>
      <w:r w:rsidR="00916202">
        <w:rPr>
          <w:rFonts w:ascii="Arial" w:hAnsi="Arial" w:cs="Arial"/>
          <w:bCs/>
          <w:sz w:val="20"/>
          <w:szCs w:val="20"/>
        </w:rPr>
        <w:t xml:space="preserve">. </w:t>
      </w:r>
      <w:r w:rsidR="0022543C">
        <w:rPr>
          <w:rFonts w:ascii="Arial" w:hAnsi="Arial" w:cs="Arial"/>
          <w:bCs/>
          <w:sz w:val="20"/>
          <w:szCs w:val="20"/>
        </w:rPr>
        <w:t xml:space="preserve">Im Schwanen wird umgebaut, Teile der hochwertigen Gastroküche werde nicht mehr benötigt und der CampusVäre übergeben. </w:t>
      </w:r>
      <w:proofErr w:type="gramStart"/>
      <w:r w:rsidR="00DC75DA">
        <w:rPr>
          <w:rFonts w:ascii="Arial" w:hAnsi="Arial" w:cs="Arial"/>
          <w:bCs/>
          <w:sz w:val="20"/>
          <w:szCs w:val="20"/>
        </w:rPr>
        <w:t>Dem biozertifizieren</w:t>
      </w:r>
      <w:proofErr w:type="gramEnd"/>
      <w:r w:rsidR="00DC75DA">
        <w:rPr>
          <w:rFonts w:ascii="Arial" w:hAnsi="Arial" w:cs="Arial"/>
          <w:bCs/>
          <w:sz w:val="20"/>
          <w:szCs w:val="20"/>
        </w:rPr>
        <w:t xml:space="preserve"> Familienunternehmen im Bregenzerwald liegt nachhaltiges Wirtschaften am Herzen</w:t>
      </w:r>
      <w:r w:rsidR="0022543C">
        <w:rPr>
          <w:rFonts w:ascii="Arial" w:hAnsi="Arial" w:cs="Arial"/>
          <w:bCs/>
          <w:sz w:val="20"/>
          <w:szCs w:val="20"/>
        </w:rPr>
        <w:t>:</w:t>
      </w:r>
      <w:r w:rsidR="00F82A35">
        <w:rPr>
          <w:rFonts w:ascii="Arial" w:hAnsi="Arial" w:cs="Arial"/>
          <w:bCs/>
          <w:sz w:val="20"/>
          <w:szCs w:val="20"/>
        </w:rPr>
        <w:t xml:space="preserve"> </w:t>
      </w:r>
      <w:r w:rsidR="00DC75DA">
        <w:rPr>
          <w:rFonts w:ascii="Arial" w:hAnsi="Arial" w:cs="Arial"/>
          <w:bCs/>
          <w:sz w:val="20"/>
          <w:szCs w:val="20"/>
        </w:rPr>
        <w:t>„</w:t>
      </w:r>
      <w:r w:rsidR="00F82A35" w:rsidRPr="00E676BC">
        <w:rPr>
          <w:rFonts w:ascii="Arial" w:hAnsi="Arial" w:cs="Arial"/>
          <w:bCs/>
          <w:i/>
          <w:iCs/>
          <w:sz w:val="20"/>
          <w:szCs w:val="20"/>
        </w:rPr>
        <w:t xml:space="preserve">Kreislaufwirtschaft ist unser </w:t>
      </w:r>
      <w:r w:rsidR="0022543C">
        <w:rPr>
          <w:rFonts w:ascii="Arial" w:hAnsi="Arial" w:cs="Arial"/>
          <w:bCs/>
          <w:i/>
          <w:iCs/>
          <w:sz w:val="20"/>
          <w:szCs w:val="20"/>
        </w:rPr>
        <w:t>W</w:t>
      </w:r>
      <w:r w:rsidR="0022543C" w:rsidRPr="00E676BC">
        <w:rPr>
          <w:rFonts w:ascii="Arial" w:hAnsi="Arial" w:cs="Arial"/>
          <w:bCs/>
          <w:i/>
          <w:iCs/>
          <w:sz w:val="20"/>
          <w:szCs w:val="20"/>
        </w:rPr>
        <w:t>eg</w:t>
      </w:r>
      <w:r w:rsidR="00F82A35" w:rsidRPr="00E676BC">
        <w:rPr>
          <w:rFonts w:ascii="Arial" w:hAnsi="Arial" w:cs="Arial"/>
          <w:bCs/>
          <w:i/>
          <w:iCs/>
          <w:sz w:val="20"/>
          <w:szCs w:val="20"/>
        </w:rPr>
        <w:t>.</w:t>
      </w:r>
      <w:r w:rsidR="00DC75DA" w:rsidRPr="00E676BC">
        <w:rPr>
          <w:rFonts w:ascii="Arial" w:hAnsi="Arial" w:cs="Arial"/>
          <w:bCs/>
          <w:i/>
          <w:iCs/>
          <w:sz w:val="20"/>
          <w:szCs w:val="20"/>
        </w:rPr>
        <w:t xml:space="preserve"> So wie wir im alltäglichen Hotelbetrieb genauestens auf Müllvermeidung achten, ist es uns wichtig, durch den Umbau unsere</w:t>
      </w:r>
      <w:r w:rsidR="00F82A35" w:rsidRPr="00E676BC">
        <w:rPr>
          <w:rFonts w:ascii="Arial" w:hAnsi="Arial" w:cs="Arial"/>
          <w:bCs/>
          <w:i/>
          <w:iCs/>
          <w:sz w:val="20"/>
          <w:szCs w:val="20"/>
        </w:rPr>
        <w:t xml:space="preserve">s </w:t>
      </w:r>
      <w:r w:rsidR="00DC75DA" w:rsidRPr="00E676BC">
        <w:rPr>
          <w:rFonts w:ascii="Arial" w:hAnsi="Arial" w:cs="Arial"/>
          <w:bCs/>
          <w:i/>
          <w:iCs/>
          <w:sz w:val="20"/>
          <w:szCs w:val="20"/>
        </w:rPr>
        <w:t>Hauses keine unnötigen Abfälle zu erzeugen</w:t>
      </w:r>
      <w:r w:rsidR="00DC75DA">
        <w:rPr>
          <w:rFonts w:ascii="Arial" w:hAnsi="Arial" w:cs="Arial"/>
          <w:bCs/>
          <w:sz w:val="20"/>
          <w:szCs w:val="20"/>
        </w:rPr>
        <w:t xml:space="preserve">“, </w:t>
      </w:r>
      <w:r w:rsidR="00550023">
        <w:rPr>
          <w:rFonts w:ascii="Arial" w:hAnsi="Arial" w:cs="Arial"/>
          <w:bCs/>
          <w:sz w:val="20"/>
          <w:szCs w:val="20"/>
        </w:rPr>
        <w:t>berichtet</w:t>
      </w:r>
      <w:r w:rsidR="00DC75DA">
        <w:rPr>
          <w:rFonts w:ascii="Arial" w:hAnsi="Arial" w:cs="Arial"/>
          <w:bCs/>
          <w:sz w:val="20"/>
          <w:szCs w:val="20"/>
        </w:rPr>
        <w:t xml:space="preserve"> </w:t>
      </w:r>
      <w:r w:rsidR="00DC75DA" w:rsidRPr="00E676BC">
        <w:rPr>
          <w:rFonts w:ascii="Arial" w:hAnsi="Arial" w:cs="Arial"/>
          <w:b/>
          <w:sz w:val="20"/>
          <w:szCs w:val="20"/>
        </w:rPr>
        <w:t>Emanuel Moosbrugger</w:t>
      </w:r>
      <w:r w:rsidR="0022543C">
        <w:rPr>
          <w:rFonts w:ascii="Arial" w:hAnsi="Arial" w:cs="Arial"/>
          <w:bCs/>
          <w:sz w:val="20"/>
          <w:szCs w:val="20"/>
        </w:rPr>
        <w:t xml:space="preserve"> vom</w:t>
      </w:r>
      <w:r w:rsidR="00E2427E">
        <w:rPr>
          <w:rFonts w:ascii="Arial" w:hAnsi="Arial" w:cs="Arial"/>
          <w:bCs/>
          <w:sz w:val="20"/>
          <w:szCs w:val="20"/>
        </w:rPr>
        <w:t xml:space="preserve"> </w:t>
      </w:r>
      <w:r w:rsidR="00DC75DA">
        <w:rPr>
          <w:rFonts w:ascii="Arial" w:hAnsi="Arial" w:cs="Arial"/>
          <w:bCs/>
          <w:sz w:val="20"/>
          <w:szCs w:val="20"/>
        </w:rPr>
        <w:t xml:space="preserve">Biohotel Schwanen. </w:t>
      </w:r>
      <w:r w:rsidR="0022543C">
        <w:rPr>
          <w:rFonts w:ascii="Arial" w:hAnsi="Arial" w:cs="Arial"/>
          <w:bCs/>
          <w:sz w:val="20"/>
          <w:szCs w:val="20"/>
        </w:rPr>
        <w:t xml:space="preserve">Für die CampusVäre trifft sich das gut, die Küche wird nun in der CampusVäre in Halle 4 nach dem Prinzip des </w:t>
      </w:r>
      <w:proofErr w:type="spellStart"/>
      <w:r w:rsidR="0022543C">
        <w:rPr>
          <w:rFonts w:ascii="Arial" w:hAnsi="Arial" w:cs="Arial"/>
          <w:bCs/>
          <w:sz w:val="20"/>
          <w:szCs w:val="20"/>
        </w:rPr>
        <w:t>ReUse</w:t>
      </w:r>
      <w:proofErr w:type="spellEnd"/>
      <w:r w:rsidR="0022543C">
        <w:rPr>
          <w:rFonts w:ascii="Arial" w:hAnsi="Arial" w:cs="Arial"/>
          <w:bCs/>
          <w:sz w:val="20"/>
          <w:szCs w:val="20"/>
        </w:rPr>
        <w:t xml:space="preserve"> weiterverwendet.  Die</w:t>
      </w:r>
      <w:r w:rsidR="00DC75DA">
        <w:rPr>
          <w:rFonts w:ascii="Arial" w:hAnsi="Arial" w:cs="Arial"/>
          <w:bCs/>
          <w:sz w:val="20"/>
          <w:szCs w:val="20"/>
        </w:rPr>
        <w:t xml:space="preserve"> Stadt Dornbirn</w:t>
      </w:r>
      <w:r w:rsidR="0022543C">
        <w:rPr>
          <w:rFonts w:ascii="Arial" w:hAnsi="Arial" w:cs="Arial"/>
          <w:bCs/>
          <w:sz w:val="20"/>
          <w:szCs w:val="20"/>
        </w:rPr>
        <w:t xml:space="preserve"> als Bauherrin: </w:t>
      </w:r>
      <w:r w:rsidR="00F82A35">
        <w:rPr>
          <w:rFonts w:ascii="Arial" w:hAnsi="Arial" w:cs="Arial"/>
          <w:bCs/>
          <w:sz w:val="20"/>
          <w:szCs w:val="20"/>
        </w:rPr>
        <w:t>„</w:t>
      </w:r>
      <w:r w:rsidR="00916202" w:rsidRPr="00E676BC">
        <w:rPr>
          <w:rFonts w:ascii="Arial" w:hAnsi="Arial" w:cs="Arial"/>
          <w:bCs/>
          <w:i/>
          <w:iCs/>
          <w:sz w:val="20"/>
          <w:szCs w:val="20"/>
        </w:rPr>
        <w:t xml:space="preserve">Oberste Priorität haben die Auseinandersetzung </w:t>
      </w:r>
      <w:r w:rsidR="0022543C">
        <w:rPr>
          <w:rFonts w:ascii="Arial" w:hAnsi="Arial" w:cs="Arial"/>
          <w:bCs/>
          <w:i/>
          <w:iCs/>
          <w:sz w:val="20"/>
          <w:szCs w:val="20"/>
        </w:rPr>
        <w:t xml:space="preserve">mit </w:t>
      </w:r>
      <w:r w:rsidR="00916202" w:rsidRPr="00E676BC">
        <w:rPr>
          <w:rFonts w:ascii="Arial" w:hAnsi="Arial" w:cs="Arial"/>
          <w:bCs/>
          <w:i/>
          <w:iCs/>
          <w:sz w:val="20"/>
          <w:szCs w:val="20"/>
        </w:rPr>
        <w:t>und kreative Verwendung Sekundärer Ressourcen. Sind diese in Verfügbarkeit oder Zweckmäßigkeit erschöpft, wählen wir nachwachsende oder kreislauffähige Ressourcen</w:t>
      </w:r>
      <w:r w:rsidR="00F82A35">
        <w:rPr>
          <w:rFonts w:ascii="Arial" w:hAnsi="Arial" w:cs="Arial"/>
          <w:bCs/>
          <w:sz w:val="20"/>
          <w:szCs w:val="20"/>
        </w:rPr>
        <w:t xml:space="preserve">“, </w:t>
      </w:r>
      <w:r w:rsidR="00550023">
        <w:rPr>
          <w:rFonts w:ascii="Arial" w:hAnsi="Arial" w:cs="Arial"/>
          <w:bCs/>
          <w:sz w:val="20"/>
          <w:szCs w:val="20"/>
        </w:rPr>
        <w:t>erklärt</w:t>
      </w:r>
      <w:r w:rsidR="00F82A35">
        <w:rPr>
          <w:rFonts w:ascii="Arial" w:hAnsi="Arial" w:cs="Arial"/>
          <w:bCs/>
          <w:sz w:val="20"/>
          <w:szCs w:val="20"/>
        </w:rPr>
        <w:t xml:space="preserve"> </w:t>
      </w:r>
      <w:r w:rsidR="00F82A35" w:rsidRPr="00E676BC">
        <w:rPr>
          <w:rFonts w:ascii="Arial" w:hAnsi="Arial" w:cs="Arial"/>
          <w:b/>
          <w:sz w:val="20"/>
          <w:szCs w:val="20"/>
        </w:rPr>
        <w:t>Dr. Erich Wutscher</w:t>
      </w:r>
      <w:r w:rsidR="00F82A35">
        <w:rPr>
          <w:rFonts w:ascii="Arial" w:hAnsi="Arial" w:cs="Arial"/>
          <w:bCs/>
          <w:sz w:val="20"/>
          <w:szCs w:val="20"/>
        </w:rPr>
        <w:t>, Leiter der Abteilung Hochbau und Gebäudemanagement</w:t>
      </w:r>
      <w:r w:rsidR="0022543C">
        <w:rPr>
          <w:rFonts w:ascii="Arial" w:hAnsi="Arial" w:cs="Arial"/>
          <w:bCs/>
          <w:sz w:val="20"/>
          <w:szCs w:val="20"/>
        </w:rPr>
        <w:t xml:space="preserve"> der Stadt Dornbirn</w:t>
      </w:r>
      <w:r w:rsidR="00F82A35">
        <w:rPr>
          <w:rFonts w:ascii="Arial" w:hAnsi="Arial" w:cs="Arial"/>
          <w:bCs/>
          <w:sz w:val="20"/>
          <w:szCs w:val="20"/>
        </w:rPr>
        <w:t>.</w:t>
      </w:r>
      <w:r w:rsidR="00A76268">
        <w:rPr>
          <w:rFonts w:ascii="Arial" w:hAnsi="Arial" w:cs="Arial"/>
          <w:bCs/>
          <w:sz w:val="20"/>
          <w:szCs w:val="20"/>
        </w:rPr>
        <w:t xml:space="preserve"> Mit der Schwanen-Küche ist genau dies möglich, denn nicht nur der Umbau der </w:t>
      </w:r>
      <w:proofErr w:type="gramStart"/>
      <w:r w:rsidR="00A76268">
        <w:rPr>
          <w:rFonts w:ascii="Arial" w:hAnsi="Arial" w:cs="Arial"/>
          <w:bCs/>
          <w:sz w:val="20"/>
          <w:szCs w:val="20"/>
        </w:rPr>
        <w:t>CampusVäre</w:t>
      </w:r>
      <w:proofErr w:type="gramEnd"/>
      <w:r w:rsidR="00A76268">
        <w:rPr>
          <w:rFonts w:ascii="Arial" w:hAnsi="Arial" w:cs="Arial"/>
          <w:bCs/>
          <w:sz w:val="20"/>
          <w:szCs w:val="20"/>
        </w:rPr>
        <w:t xml:space="preserve"> sondern auch die weitere Nutzung soll nachhaltig geschehen, und dabei spielt die Gastronomie eine </w:t>
      </w:r>
      <w:r w:rsidR="00C831B9">
        <w:rPr>
          <w:rFonts w:ascii="Arial" w:hAnsi="Arial" w:cs="Arial"/>
          <w:bCs/>
          <w:sz w:val="20"/>
          <w:szCs w:val="20"/>
        </w:rPr>
        <w:t xml:space="preserve">wichtige </w:t>
      </w:r>
      <w:r w:rsidR="00A76268">
        <w:rPr>
          <w:rFonts w:ascii="Arial" w:hAnsi="Arial" w:cs="Arial"/>
          <w:bCs/>
          <w:sz w:val="20"/>
          <w:szCs w:val="20"/>
        </w:rPr>
        <w:t xml:space="preserve">Rolle. </w:t>
      </w:r>
      <w:r w:rsidR="00F82A35" w:rsidRPr="00E676BC">
        <w:rPr>
          <w:rFonts w:ascii="Arial" w:hAnsi="Arial" w:cs="Arial"/>
          <w:b/>
          <w:sz w:val="20"/>
          <w:szCs w:val="20"/>
        </w:rPr>
        <w:t>Bettina Steindl</w:t>
      </w:r>
      <w:r w:rsidR="00F82A35">
        <w:rPr>
          <w:rFonts w:ascii="Arial" w:hAnsi="Arial" w:cs="Arial"/>
          <w:bCs/>
          <w:sz w:val="20"/>
          <w:szCs w:val="20"/>
        </w:rPr>
        <w:t>, Geschäftsführerin der CampusVäre</w:t>
      </w:r>
      <w:r w:rsidR="00550023">
        <w:rPr>
          <w:rFonts w:ascii="Arial" w:hAnsi="Arial" w:cs="Arial"/>
          <w:bCs/>
          <w:sz w:val="20"/>
          <w:szCs w:val="20"/>
        </w:rPr>
        <w:t xml:space="preserve"> schildert</w:t>
      </w:r>
      <w:r w:rsidR="00F82A35">
        <w:rPr>
          <w:rFonts w:ascii="Arial" w:hAnsi="Arial" w:cs="Arial"/>
          <w:bCs/>
          <w:sz w:val="20"/>
          <w:szCs w:val="20"/>
        </w:rPr>
        <w:t>: „</w:t>
      </w:r>
      <w:r w:rsidR="00F82A35" w:rsidRPr="00E676BC">
        <w:rPr>
          <w:rFonts w:ascii="Arial" w:hAnsi="Arial" w:cs="Arial"/>
          <w:bCs/>
          <w:i/>
          <w:iCs/>
          <w:sz w:val="20"/>
          <w:szCs w:val="20"/>
        </w:rPr>
        <w:t>Die Küche der Zukunft ist gesund, biologisch, mit regionaler Wertschöpfung, nachhaltig gebaut und findet neue Wege der Kooperation</w:t>
      </w:r>
      <w:r w:rsidR="00F82A35">
        <w:rPr>
          <w:rFonts w:ascii="Arial" w:hAnsi="Arial" w:cs="Arial"/>
          <w:bCs/>
          <w:sz w:val="20"/>
          <w:szCs w:val="20"/>
        </w:rPr>
        <w:t>“. Die „</w:t>
      </w:r>
      <w:proofErr w:type="spellStart"/>
      <w:r w:rsidR="00F82A35">
        <w:rPr>
          <w:rFonts w:ascii="Arial" w:hAnsi="Arial" w:cs="Arial"/>
          <w:bCs/>
          <w:sz w:val="20"/>
          <w:szCs w:val="20"/>
        </w:rPr>
        <w:t>Culinary</w:t>
      </w:r>
      <w:proofErr w:type="spellEnd"/>
      <w:r w:rsidR="00F82A35">
        <w:rPr>
          <w:rFonts w:ascii="Arial" w:hAnsi="Arial" w:cs="Arial"/>
          <w:bCs/>
          <w:sz w:val="20"/>
          <w:szCs w:val="20"/>
        </w:rPr>
        <w:t xml:space="preserve"> Crew“ rund um Koch und Ideengeber </w:t>
      </w:r>
      <w:r w:rsidR="00F82A35" w:rsidRPr="00550023">
        <w:rPr>
          <w:rFonts w:ascii="Arial" w:hAnsi="Arial" w:cs="Arial"/>
          <w:b/>
          <w:sz w:val="20"/>
          <w:szCs w:val="20"/>
        </w:rPr>
        <w:t>Jodok Dietrich</w:t>
      </w:r>
      <w:r w:rsidR="00F82A35">
        <w:rPr>
          <w:rFonts w:ascii="Arial" w:hAnsi="Arial" w:cs="Arial"/>
          <w:bCs/>
          <w:sz w:val="20"/>
          <w:szCs w:val="20"/>
        </w:rPr>
        <w:t xml:space="preserve"> erarbeitet derzeit ein kreatives Gastronomiekonzept, </w:t>
      </w:r>
      <w:r w:rsidR="00C831B9">
        <w:rPr>
          <w:rFonts w:ascii="Arial" w:hAnsi="Arial" w:cs="Arial"/>
          <w:bCs/>
          <w:sz w:val="20"/>
          <w:szCs w:val="20"/>
        </w:rPr>
        <w:t xml:space="preserve">dessen </w:t>
      </w:r>
      <w:r w:rsidR="00F82A35">
        <w:rPr>
          <w:rFonts w:ascii="Arial" w:hAnsi="Arial" w:cs="Arial"/>
          <w:bCs/>
          <w:sz w:val="20"/>
          <w:szCs w:val="20"/>
        </w:rPr>
        <w:t xml:space="preserve">Grundlage </w:t>
      </w:r>
      <w:r w:rsidR="00A76268">
        <w:rPr>
          <w:rFonts w:ascii="Arial" w:hAnsi="Arial" w:cs="Arial"/>
          <w:bCs/>
          <w:sz w:val="20"/>
          <w:szCs w:val="20"/>
        </w:rPr>
        <w:t xml:space="preserve">nun </w:t>
      </w:r>
      <w:r w:rsidR="00F82A35">
        <w:rPr>
          <w:rFonts w:ascii="Arial" w:hAnsi="Arial" w:cs="Arial"/>
          <w:bCs/>
          <w:sz w:val="20"/>
          <w:szCs w:val="20"/>
        </w:rPr>
        <w:t xml:space="preserve">dafür mit dem </w:t>
      </w:r>
      <w:proofErr w:type="spellStart"/>
      <w:r w:rsidR="00C831B9">
        <w:rPr>
          <w:rFonts w:ascii="Arial" w:hAnsi="Arial" w:cs="Arial"/>
          <w:bCs/>
          <w:sz w:val="20"/>
          <w:szCs w:val="20"/>
        </w:rPr>
        <w:t>ReUse</w:t>
      </w:r>
      <w:proofErr w:type="spellEnd"/>
      <w:r w:rsidR="00C831B9">
        <w:rPr>
          <w:rFonts w:ascii="Arial" w:hAnsi="Arial" w:cs="Arial"/>
          <w:bCs/>
          <w:sz w:val="20"/>
          <w:szCs w:val="20"/>
        </w:rPr>
        <w:t xml:space="preserve"> </w:t>
      </w:r>
      <w:r w:rsidR="00F82A35">
        <w:rPr>
          <w:rFonts w:ascii="Arial" w:hAnsi="Arial" w:cs="Arial"/>
          <w:bCs/>
          <w:sz w:val="20"/>
          <w:szCs w:val="20"/>
        </w:rPr>
        <w:t>der Schwanen-Küche geschaffen</w:t>
      </w:r>
      <w:r w:rsidR="00A76268">
        <w:rPr>
          <w:rFonts w:ascii="Arial" w:hAnsi="Arial" w:cs="Arial"/>
          <w:bCs/>
          <w:sz w:val="20"/>
          <w:szCs w:val="20"/>
        </w:rPr>
        <w:t xml:space="preserve"> wurde</w:t>
      </w:r>
      <w:r w:rsidR="00F82A35">
        <w:rPr>
          <w:rFonts w:ascii="Arial" w:hAnsi="Arial" w:cs="Arial"/>
          <w:bCs/>
          <w:sz w:val="20"/>
          <w:szCs w:val="20"/>
        </w:rPr>
        <w:t xml:space="preserve">. </w:t>
      </w:r>
      <w:r w:rsidR="00550023">
        <w:rPr>
          <w:rFonts w:ascii="Arial" w:hAnsi="Arial" w:cs="Arial"/>
          <w:bCs/>
          <w:sz w:val="20"/>
          <w:szCs w:val="20"/>
        </w:rPr>
        <w:t>Die CampusVäre zeigt immer wieder, wie Konzepte nachhaltigen Wirtschaftens funktionieren können. „</w:t>
      </w:r>
      <w:r w:rsidR="00550023" w:rsidRPr="00A76268">
        <w:rPr>
          <w:rFonts w:ascii="Arial" w:hAnsi="Arial" w:cs="Arial"/>
          <w:bCs/>
          <w:i/>
          <w:iCs/>
          <w:sz w:val="20"/>
          <w:szCs w:val="20"/>
        </w:rPr>
        <w:t xml:space="preserve">Wichtig dafür ist es, stets kooperativ und kollaborativ zu </w:t>
      </w:r>
      <w:r w:rsidR="00C831B9">
        <w:rPr>
          <w:rFonts w:ascii="Arial" w:hAnsi="Arial" w:cs="Arial"/>
          <w:bCs/>
          <w:i/>
          <w:iCs/>
          <w:sz w:val="20"/>
          <w:szCs w:val="20"/>
        </w:rPr>
        <w:t>handeln</w:t>
      </w:r>
      <w:r w:rsidR="00A76268" w:rsidRPr="00A76268">
        <w:rPr>
          <w:rFonts w:ascii="Arial" w:hAnsi="Arial" w:cs="Arial"/>
          <w:bCs/>
          <w:i/>
          <w:iCs/>
          <w:sz w:val="20"/>
          <w:szCs w:val="20"/>
        </w:rPr>
        <w:t>,</w:t>
      </w:r>
      <w:r w:rsidR="00550023" w:rsidRPr="00A7626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F54D9" w:rsidRPr="00A76268">
        <w:rPr>
          <w:rFonts w:ascii="Arial" w:hAnsi="Arial" w:cs="Arial"/>
          <w:bCs/>
          <w:i/>
          <w:iCs/>
          <w:sz w:val="20"/>
          <w:szCs w:val="20"/>
        </w:rPr>
        <w:t>um so kreative Nutzungen zuzulassen</w:t>
      </w:r>
      <w:r w:rsidR="00DF54D9">
        <w:rPr>
          <w:rFonts w:ascii="Arial" w:hAnsi="Arial" w:cs="Arial"/>
          <w:bCs/>
          <w:sz w:val="20"/>
          <w:szCs w:val="20"/>
        </w:rPr>
        <w:t xml:space="preserve">“, so </w:t>
      </w:r>
      <w:r w:rsidR="00DF54D9" w:rsidRPr="00A76268">
        <w:rPr>
          <w:rFonts w:ascii="Arial" w:hAnsi="Arial" w:cs="Arial"/>
          <w:b/>
          <w:sz w:val="20"/>
          <w:szCs w:val="20"/>
        </w:rPr>
        <w:t>Bettina Steindl</w:t>
      </w:r>
      <w:r w:rsidR="00DF54D9">
        <w:rPr>
          <w:rFonts w:ascii="Arial" w:hAnsi="Arial" w:cs="Arial"/>
          <w:bCs/>
          <w:sz w:val="20"/>
          <w:szCs w:val="20"/>
        </w:rPr>
        <w:t xml:space="preserve">. </w:t>
      </w:r>
    </w:p>
    <w:p w14:paraId="1668D24C" w14:textId="77777777" w:rsidR="00916202" w:rsidRDefault="00916202" w:rsidP="00F82A3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522B1071" w14:textId="77777777" w:rsidR="00916202" w:rsidRDefault="00916202" w:rsidP="00F82A3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03389F57" w14:textId="77668622" w:rsidR="00B2394E" w:rsidRPr="00F11098" w:rsidRDefault="00E676BC" w:rsidP="00F82A35">
      <w:pPr>
        <w:spacing w:line="276" w:lineRule="auto"/>
        <w:rPr>
          <w:rFonts w:ascii="Arial" w:hAnsi="Arial" w:cs="Arial"/>
          <w:sz w:val="20"/>
          <w:szCs w:val="20"/>
        </w:rPr>
      </w:pPr>
      <w:r w:rsidRPr="00E676BC">
        <w:rPr>
          <w:rFonts w:ascii="Arial" w:hAnsi="Arial" w:cs="Arial"/>
          <w:b/>
          <w:sz w:val="20"/>
          <w:szCs w:val="20"/>
        </w:rPr>
        <w:t>Über die CampusVäre - Umbau statt Abbruch</w:t>
      </w:r>
      <w:r w:rsidRPr="00E676B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Ein altes </w:t>
      </w:r>
      <w:r w:rsidR="00A76268">
        <w:rPr>
          <w:rFonts w:ascii="Arial" w:hAnsi="Arial" w:cs="Arial"/>
          <w:bCs/>
          <w:sz w:val="20"/>
          <w:szCs w:val="20"/>
        </w:rPr>
        <w:t>Textilareal</w:t>
      </w:r>
      <w:r>
        <w:rPr>
          <w:rFonts w:ascii="Arial" w:hAnsi="Arial" w:cs="Arial"/>
          <w:bCs/>
          <w:sz w:val="20"/>
          <w:szCs w:val="20"/>
        </w:rPr>
        <w:t xml:space="preserve"> wird umgebaut. </w:t>
      </w:r>
      <w:r w:rsidR="00DF54D9">
        <w:rPr>
          <w:rFonts w:ascii="Arial" w:hAnsi="Arial" w:cs="Arial"/>
          <w:bCs/>
          <w:sz w:val="20"/>
          <w:szCs w:val="20"/>
        </w:rPr>
        <w:t>Dort, w</w:t>
      </w:r>
      <w:r>
        <w:rPr>
          <w:rFonts w:ascii="Arial" w:hAnsi="Arial" w:cs="Arial"/>
          <w:bCs/>
          <w:sz w:val="20"/>
          <w:szCs w:val="20"/>
        </w:rPr>
        <w:t xml:space="preserve">o früher gewoben </w:t>
      </w:r>
      <w:r w:rsidR="00C831B9">
        <w:rPr>
          <w:rFonts w:ascii="Arial" w:hAnsi="Arial" w:cs="Arial"/>
          <w:bCs/>
          <w:sz w:val="20"/>
          <w:szCs w:val="20"/>
        </w:rPr>
        <w:t xml:space="preserve">und gesponnen </w:t>
      </w:r>
      <w:r>
        <w:rPr>
          <w:rFonts w:ascii="Arial" w:hAnsi="Arial" w:cs="Arial"/>
          <w:bCs/>
          <w:sz w:val="20"/>
          <w:szCs w:val="20"/>
        </w:rPr>
        <w:t>wurde, entstehen</w:t>
      </w:r>
      <w:r w:rsidR="00DF54D9">
        <w:rPr>
          <w:rFonts w:ascii="Arial" w:hAnsi="Arial" w:cs="Arial"/>
          <w:bCs/>
          <w:sz w:val="20"/>
          <w:szCs w:val="20"/>
        </w:rPr>
        <w:t xml:space="preserve"> 2025</w:t>
      </w:r>
      <w:r>
        <w:rPr>
          <w:rFonts w:ascii="Arial" w:hAnsi="Arial" w:cs="Arial"/>
          <w:bCs/>
          <w:sz w:val="20"/>
          <w:szCs w:val="20"/>
        </w:rPr>
        <w:t xml:space="preserve"> Büroflächen, Ateliers, Werkstätten, eine Gastronomie und vieles mehr. </w:t>
      </w:r>
      <w:r w:rsidR="00C831B9">
        <w:rPr>
          <w:rFonts w:ascii="Arial" w:hAnsi="Arial" w:cs="Arial"/>
          <w:bCs/>
          <w:sz w:val="20"/>
          <w:szCs w:val="20"/>
        </w:rPr>
        <w:t>Dieser Prozess</w:t>
      </w:r>
      <w:r>
        <w:rPr>
          <w:rFonts w:ascii="Arial" w:hAnsi="Arial" w:cs="Arial"/>
          <w:bCs/>
          <w:sz w:val="20"/>
          <w:szCs w:val="20"/>
        </w:rPr>
        <w:t xml:space="preserve"> lautet „Werkstatt zur Entwicklung der Zukunft“. Der Umbau geschieht ressourcenschonend im Sinne de</w:t>
      </w:r>
      <w:r w:rsidR="00DF54D9">
        <w:rPr>
          <w:rFonts w:ascii="Arial" w:hAnsi="Arial" w:cs="Arial"/>
          <w:bCs/>
          <w:sz w:val="20"/>
          <w:szCs w:val="20"/>
        </w:rPr>
        <w:t xml:space="preserve">r </w:t>
      </w:r>
      <w:r>
        <w:rPr>
          <w:rFonts w:ascii="Arial" w:hAnsi="Arial" w:cs="Arial"/>
          <w:bCs/>
          <w:sz w:val="20"/>
          <w:szCs w:val="20"/>
        </w:rPr>
        <w:t xml:space="preserve">Kreislaufwirtschaft. Transparenz und Partizipation werden dabei groß geschrieben: </w:t>
      </w:r>
      <w:r w:rsidR="00F63A6B">
        <w:rPr>
          <w:rFonts w:ascii="Arial" w:hAnsi="Arial" w:cs="Arial"/>
          <w:bCs/>
          <w:sz w:val="20"/>
          <w:szCs w:val="20"/>
        </w:rPr>
        <w:t>Einerseits haben p</w:t>
      </w:r>
      <w:r>
        <w:rPr>
          <w:rFonts w:ascii="Arial" w:hAnsi="Arial" w:cs="Arial"/>
          <w:bCs/>
          <w:sz w:val="20"/>
          <w:szCs w:val="20"/>
        </w:rPr>
        <w:t xml:space="preserve">otentielle </w:t>
      </w: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Mieter:innen</w:t>
      </w:r>
      <w:proofErr w:type="spellEnd"/>
      <w:proofErr w:type="gramEnd"/>
      <w:r>
        <w:rPr>
          <w:rFonts w:ascii="Arial" w:hAnsi="Arial" w:cs="Arial"/>
          <w:bCs/>
          <w:sz w:val="20"/>
          <w:szCs w:val="20"/>
        </w:rPr>
        <w:t xml:space="preserve"> haben die Möglichkeit</w:t>
      </w:r>
      <w:r w:rsidR="00DF54D9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sich in die Gestaltung miteinzubringen</w:t>
      </w:r>
      <w:r w:rsidR="00F63A6B">
        <w:rPr>
          <w:rFonts w:ascii="Arial" w:hAnsi="Arial" w:cs="Arial"/>
          <w:bCs/>
          <w:sz w:val="20"/>
          <w:szCs w:val="20"/>
        </w:rPr>
        <w:t xml:space="preserve">, andererseits </w:t>
      </w:r>
      <w:r w:rsidR="00F63A6B">
        <w:rPr>
          <w:rFonts w:ascii="Arial" w:hAnsi="Arial" w:cs="Arial"/>
          <w:bCs/>
          <w:sz w:val="20"/>
          <w:szCs w:val="20"/>
        </w:rPr>
        <w:lastRenderedPageBreak/>
        <w:t xml:space="preserve">zeigen </w:t>
      </w:r>
      <w:r w:rsidR="00DF54D9">
        <w:rPr>
          <w:rFonts w:ascii="Arial" w:hAnsi="Arial" w:cs="Arial"/>
          <w:bCs/>
          <w:sz w:val="20"/>
          <w:szCs w:val="20"/>
        </w:rPr>
        <w:t>v</w:t>
      </w:r>
      <w:r>
        <w:rPr>
          <w:rFonts w:ascii="Arial" w:hAnsi="Arial" w:cs="Arial"/>
          <w:bCs/>
          <w:sz w:val="20"/>
          <w:szCs w:val="20"/>
        </w:rPr>
        <w:t>ielschichtige Veranstaltungen</w:t>
      </w:r>
      <w:r w:rsidR="00DF54D9">
        <w:rPr>
          <w:rFonts w:ascii="Arial" w:hAnsi="Arial" w:cs="Arial"/>
          <w:bCs/>
          <w:sz w:val="20"/>
          <w:szCs w:val="20"/>
        </w:rPr>
        <w:t xml:space="preserve"> am eigenen Beispiel wie nachhaltiges Wirtschaften möglich ist und</w:t>
      </w:r>
      <w:r>
        <w:rPr>
          <w:rFonts w:ascii="Arial" w:hAnsi="Arial" w:cs="Arial"/>
          <w:bCs/>
          <w:sz w:val="20"/>
          <w:szCs w:val="20"/>
        </w:rPr>
        <w:t xml:space="preserve"> geben</w:t>
      </w:r>
      <w:r w:rsidR="00A76268">
        <w:rPr>
          <w:rFonts w:ascii="Arial" w:hAnsi="Arial" w:cs="Arial"/>
          <w:bCs/>
          <w:sz w:val="20"/>
          <w:szCs w:val="20"/>
        </w:rPr>
        <w:t xml:space="preserve"> </w:t>
      </w:r>
      <w:r w:rsidR="00F63A6B">
        <w:rPr>
          <w:rFonts w:ascii="Arial" w:hAnsi="Arial" w:cs="Arial"/>
          <w:bCs/>
          <w:sz w:val="20"/>
          <w:szCs w:val="20"/>
        </w:rPr>
        <w:t>gleichzeitig</w:t>
      </w:r>
      <w:r>
        <w:rPr>
          <w:rFonts w:ascii="Arial" w:hAnsi="Arial" w:cs="Arial"/>
          <w:bCs/>
          <w:sz w:val="20"/>
          <w:szCs w:val="20"/>
        </w:rPr>
        <w:t xml:space="preserve"> Einblick in diesen außergewöhnlichen </w:t>
      </w:r>
      <w:r w:rsidR="00DF54D9">
        <w:rPr>
          <w:rFonts w:ascii="Arial" w:hAnsi="Arial" w:cs="Arial"/>
          <w:bCs/>
          <w:sz w:val="20"/>
          <w:szCs w:val="20"/>
        </w:rPr>
        <w:t xml:space="preserve">Transformationsprozess. </w:t>
      </w:r>
    </w:p>
    <w:p w14:paraId="22B0FBA5" w14:textId="77777777" w:rsidR="001D1D97" w:rsidRDefault="001D1D97" w:rsidP="00F82A35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</w:p>
    <w:p w14:paraId="347A6043" w14:textId="77777777" w:rsidR="001D1D97" w:rsidRDefault="001D1D97" w:rsidP="00F82A35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</w:p>
    <w:p w14:paraId="2E45827B" w14:textId="7AB2B298" w:rsidR="00774046" w:rsidRDefault="00F201B7" w:rsidP="00F82A35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  <w:r>
        <w:rPr>
          <w:rFonts w:ascii="Arial" w:hAnsi="Arial" w:cs="Arial"/>
          <w:b/>
          <w:bCs/>
          <w:sz w:val="20"/>
          <w:szCs w:val="20"/>
          <w:lang w:eastAsia="de-AT"/>
        </w:rPr>
        <w:t>K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>ontakt</w:t>
      </w:r>
      <w:r w:rsidR="00774046">
        <w:rPr>
          <w:rFonts w:ascii="Arial" w:hAnsi="Arial" w:cs="Arial"/>
          <w:b/>
          <w:bCs/>
          <w:sz w:val="20"/>
          <w:szCs w:val="20"/>
          <w:lang w:eastAsia="de-AT"/>
        </w:rPr>
        <w:t>: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 xml:space="preserve"> </w:t>
      </w:r>
    </w:p>
    <w:p w14:paraId="3BAB732A" w14:textId="77777777" w:rsidR="00594AE0" w:rsidRPr="00774046" w:rsidRDefault="00594AE0" w:rsidP="00F82A35">
      <w:pPr>
        <w:spacing w:line="276" w:lineRule="auto"/>
        <w:rPr>
          <w:rFonts w:ascii="Arial" w:hAnsi="Arial" w:cs="Arial"/>
          <w:sz w:val="20"/>
          <w:szCs w:val="20"/>
        </w:rPr>
      </w:pPr>
      <w:r w:rsidRPr="00774046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3B6DF1DE" w14:textId="3741AD9D" w:rsidR="00594AE0" w:rsidRDefault="00594AE0" w:rsidP="00F82A35">
      <w:pPr>
        <w:spacing w:line="276" w:lineRule="auto"/>
        <w:rPr>
          <w:rFonts w:ascii="Arial" w:hAnsi="Arial" w:cs="Arial"/>
          <w:sz w:val="20"/>
          <w:szCs w:val="20"/>
          <w:lang w:eastAsia="de-AT"/>
        </w:rPr>
      </w:pPr>
      <w:r w:rsidRPr="00F11098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6DAE37B3" w14:textId="4214FCAC" w:rsidR="00321BE7" w:rsidRPr="00F11098" w:rsidRDefault="00321BE7" w:rsidP="00F82A3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 0676 833 06 90 </w:t>
      </w:r>
      <w:r w:rsidRPr="00321BE7">
        <w:rPr>
          <w:rFonts w:ascii="Arial" w:hAnsi="Arial" w:cs="Arial"/>
          <w:sz w:val="20"/>
          <w:szCs w:val="20"/>
        </w:rPr>
        <w:t>79</w:t>
      </w:r>
    </w:p>
    <w:p w14:paraId="03E4A2CD" w14:textId="77777777" w:rsidR="00594AE0" w:rsidRDefault="001D1D97" w:rsidP="00F82A35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7" w:history="1">
        <w:r w:rsidR="00594AE0" w:rsidRPr="00F11098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75463B15" w14:textId="55CBCBAC" w:rsidR="00F41B61" w:rsidRDefault="00F41B61" w:rsidP="00F82A35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06515D74" w14:textId="77777777" w:rsidR="001D1D97" w:rsidRDefault="001D1D97" w:rsidP="00F82A35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22557FB4" w14:textId="77777777" w:rsidR="00F41B61" w:rsidRPr="00F41B61" w:rsidRDefault="00F41B61" w:rsidP="00F82A3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41B61">
        <w:rPr>
          <w:rFonts w:ascii="Arial" w:hAnsi="Arial" w:cs="Arial"/>
          <w:b/>
          <w:color w:val="00000A"/>
          <w:sz w:val="20"/>
          <w:szCs w:val="20"/>
          <w:lang w:eastAsia="de-AT"/>
        </w:rPr>
        <w:t>Pressekontakt:</w:t>
      </w:r>
    </w:p>
    <w:p w14:paraId="4510E598" w14:textId="77777777" w:rsidR="00F41B61" w:rsidRDefault="00F41B61" w:rsidP="00F82A35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774046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3444E3D1" w14:textId="4A8C1751" w:rsidR="00F41B61" w:rsidRPr="00774046" w:rsidRDefault="00321BE7" w:rsidP="00F82A3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de-AT"/>
        </w:rPr>
        <w:t xml:space="preserve">Mag. </w:t>
      </w:r>
      <w:r w:rsidR="00F41B61">
        <w:rPr>
          <w:rFonts w:ascii="Arial" w:hAnsi="Arial" w:cs="Arial"/>
          <w:bCs/>
          <w:sz w:val="20"/>
          <w:szCs w:val="20"/>
          <w:lang w:eastAsia="de-AT"/>
        </w:rPr>
        <w:t>Christina Üblackner-Mäser</w:t>
      </w:r>
    </w:p>
    <w:p w14:paraId="51E49C78" w14:textId="77777777" w:rsidR="00F41B61" w:rsidRPr="00F11098" w:rsidRDefault="00F41B61" w:rsidP="00F82A35">
      <w:pPr>
        <w:spacing w:line="276" w:lineRule="auto"/>
        <w:rPr>
          <w:rFonts w:ascii="Arial" w:hAnsi="Arial" w:cs="Arial"/>
          <w:sz w:val="20"/>
          <w:szCs w:val="20"/>
        </w:rPr>
      </w:pPr>
      <w:r w:rsidRPr="00F11098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4A5395BD" w14:textId="77777777" w:rsidR="00F41B61" w:rsidRDefault="001D1D97" w:rsidP="00F82A35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8" w:history="1">
        <w:r w:rsidR="00F41B61" w:rsidRPr="00F11098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03A44DF4" w14:textId="7A7AE80E" w:rsidR="00594AE0" w:rsidRDefault="00594AE0" w:rsidP="00F82A35">
      <w:pPr>
        <w:spacing w:line="276" w:lineRule="auto"/>
        <w:rPr>
          <w:rFonts w:ascii="Arial" w:hAnsi="Arial" w:cs="Arial"/>
          <w:sz w:val="20"/>
          <w:szCs w:val="20"/>
        </w:rPr>
      </w:pPr>
    </w:p>
    <w:p w14:paraId="582554C6" w14:textId="77777777" w:rsidR="001D1D97" w:rsidRPr="00F11098" w:rsidRDefault="001D1D97" w:rsidP="00F82A35">
      <w:pPr>
        <w:spacing w:line="276" w:lineRule="auto"/>
        <w:rPr>
          <w:rFonts w:ascii="Arial" w:hAnsi="Arial" w:cs="Arial"/>
          <w:sz w:val="20"/>
          <w:szCs w:val="20"/>
        </w:rPr>
      </w:pPr>
    </w:p>
    <w:p w14:paraId="3C487E3C" w14:textId="0C51037E" w:rsidR="001D1D97" w:rsidRDefault="00594AE0" w:rsidP="00F82A35">
      <w:pPr>
        <w:spacing w:line="276" w:lineRule="auto"/>
        <w:rPr>
          <w:rFonts w:ascii="Arial" w:hAnsi="Arial" w:cs="Arial"/>
          <w:b/>
          <w:bCs/>
          <w:color w:val="00000A"/>
          <w:sz w:val="20"/>
          <w:szCs w:val="20"/>
          <w:lang w:eastAsia="de-AT"/>
        </w:rPr>
      </w:pPr>
      <w:r w:rsidRPr="00F11098">
        <w:rPr>
          <w:rFonts w:ascii="Arial" w:hAnsi="Arial" w:cs="Arial"/>
          <w:b/>
          <w:bCs/>
          <w:color w:val="00000A"/>
          <w:sz w:val="20"/>
          <w:szCs w:val="20"/>
          <w:lang w:eastAsia="de-AT"/>
        </w:rPr>
        <w:t>Bildnachweis:</w:t>
      </w:r>
    </w:p>
    <w:p w14:paraId="1AFFB924" w14:textId="77777777" w:rsidR="001D1D97" w:rsidRDefault="001D1D97" w:rsidP="00F82A35">
      <w:pPr>
        <w:spacing w:line="276" w:lineRule="auto"/>
        <w:rPr>
          <w:rFonts w:ascii="Arial" w:hAnsi="Arial" w:cs="Arial"/>
          <w:b/>
          <w:bCs/>
          <w:color w:val="00000A"/>
          <w:sz w:val="20"/>
          <w:szCs w:val="20"/>
          <w:lang w:eastAsia="de-AT"/>
        </w:rPr>
      </w:pPr>
    </w:p>
    <w:p w14:paraId="39B3C366" w14:textId="79F4FF93" w:rsidR="005F1AA9" w:rsidRPr="005F1AA9" w:rsidRDefault="005F1AA9" w:rsidP="00F82A35">
      <w:pPr>
        <w:spacing w:line="276" w:lineRule="auto"/>
        <w:rPr>
          <w:rFonts w:ascii="Arial" w:hAnsi="Arial" w:cs="Arial"/>
          <w:b/>
          <w:sz w:val="20"/>
          <w:szCs w:val="20"/>
          <w:lang w:eastAsia="de-AT"/>
        </w:rPr>
      </w:pPr>
      <w:r w:rsidRPr="005F1AA9">
        <w:rPr>
          <w:rFonts w:ascii="Arial" w:hAnsi="Arial" w:cs="Arial"/>
          <w:b/>
          <w:sz w:val="20"/>
          <w:szCs w:val="20"/>
          <w:lang w:eastAsia="de-AT"/>
        </w:rPr>
        <w:t xml:space="preserve">Bild 1: </w:t>
      </w:r>
    </w:p>
    <w:p w14:paraId="54344CBB" w14:textId="60EF1DEE" w:rsidR="002B4A9A" w:rsidRPr="005F1AA9" w:rsidRDefault="002B4A9A" w:rsidP="00F82A35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Die Schwanen-Küche noch im </w:t>
      </w:r>
      <w:r w:rsidR="005F1AA9">
        <w:rPr>
          <w:rFonts w:ascii="Arial" w:hAnsi="Arial" w:cs="Arial"/>
          <w:bCs/>
          <w:sz w:val="20"/>
          <w:szCs w:val="20"/>
          <w:lang w:eastAsia="de-AT"/>
        </w:rPr>
        <w:t>Bio-H</w:t>
      </w:r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otel in </w:t>
      </w:r>
      <w:proofErr w:type="spellStart"/>
      <w:r w:rsidRPr="005F1AA9">
        <w:rPr>
          <w:rFonts w:ascii="Arial" w:hAnsi="Arial" w:cs="Arial"/>
          <w:bCs/>
          <w:sz w:val="20"/>
          <w:szCs w:val="20"/>
          <w:lang w:eastAsia="de-AT"/>
        </w:rPr>
        <w:t>Bizau</w:t>
      </w:r>
      <w:proofErr w:type="spellEnd"/>
      <w:r w:rsidRPr="005F1AA9">
        <w:rPr>
          <w:rFonts w:ascii="Arial" w:hAnsi="Arial" w:cs="Arial"/>
          <w:bCs/>
          <w:sz w:val="20"/>
          <w:szCs w:val="20"/>
          <w:lang w:eastAsia="de-AT"/>
        </w:rPr>
        <w:t>, inzwischen in der CampusVäre.</w:t>
      </w:r>
    </w:p>
    <w:p w14:paraId="630353EC" w14:textId="3C893595" w:rsidR="002B4A9A" w:rsidRPr="005F1AA9" w:rsidRDefault="002B4A9A" w:rsidP="002B4A9A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von li nach </w:t>
      </w:r>
      <w:proofErr w:type="spellStart"/>
      <w:r w:rsidRPr="005F1AA9">
        <w:rPr>
          <w:rFonts w:ascii="Arial" w:hAnsi="Arial" w:cs="Arial"/>
          <w:bCs/>
          <w:sz w:val="20"/>
          <w:szCs w:val="20"/>
          <w:lang w:eastAsia="de-AT"/>
        </w:rPr>
        <w:t>re</w:t>
      </w:r>
      <w:proofErr w:type="spellEnd"/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: </w:t>
      </w:r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Küchenchefin Franziska Hiller, Seniorchefin Antonia Moosbrugger </w:t>
      </w:r>
    </w:p>
    <w:p w14:paraId="1EED6B33" w14:textId="012F4F9F" w:rsidR="002B4A9A" w:rsidRPr="005F1AA9" w:rsidRDefault="002B4A9A" w:rsidP="005F1AA9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5F1AA9">
        <w:rPr>
          <w:rFonts w:ascii="Arial" w:hAnsi="Arial" w:cs="Arial"/>
          <w:bCs/>
          <w:sz w:val="20"/>
          <w:szCs w:val="20"/>
          <w:lang w:eastAsia="de-AT"/>
        </w:rPr>
        <w:t>© Biohotel Schwanen</w:t>
      </w:r>
    </w:p>
    <w:p w14:paraId="0F0E2496" w14:textId="2C9E4D36" w:rsidR="002B4A9A" w:rsidRPr="005F1AA9" w:rsidRDefault="002B4A9A" w:rsidP="005F1AA9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</w:p>
    <w:p w14:paraId="5004D0DE" w14:textId="447C718E" w:rsidR="002B4A9A" w:rsidRPr="005F1AA9" w:rsidRDefault="005F1AA9" w:rsidP="005F1AA9">
      <w:pPr>
        <w:spacing w:line="276" w:lineRule="auto"/>
        <w:rPr>
          <w:rFonts w:ascii="Arial" w:hAnsi="Arial" w:cs="Arial"/>
          <w:b/>
          <w:sz w:val="20"/>
          <w:szCs w:val="20"/>
          <w:lang w:eastAsia="de-AT"/>
        </w:rPr>
      </w:pPr>
      <w:r w:rsidRPr="005F1AA9">
        <w:rPr>
          <w:rFonts w:ascii="Arial" w:hAnsi="Arial" w:cs="Arial"/>
          <w:b/>
          <w:sz w:val="20"/>
          <w:szCs w:val="20"/>
          <w:lang w:eastAsia="de-AT"/>
        </w:rPr>
        <w:t>Bild 2 und Bild 3:</w:t>
      </w:r>
    </w:p>
    <w:p w14:paraId="60C3011D" w14:textId="38881A08" w:rsidR="005F1AA9" w:rsidRPr="005F1AA9" w:rsidRDefault="005F1AA9" w:rsidP="00F82A35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5F1AA9">
        <w:rPr>
          <w:rFonts w:ascii="Arial" w:hAnsi="Arial" w:cs="Arial"/>
          <w:bCs/>
          <w:sz w:val="20"/>
          <w:szCs w:val="20"/>
          <w:lang w:eastAsia="de-AT"/>
        </w:rPr>
        <w:t xml:space="preserve">Das Materialteillager in der CampusVäre. Hier werden </w:t>
      </w:r>
      <w:r w:rsidRPr="005F1AA9">
        <w:rPr>
          <w:rFonts w:ascii="Arial" w:hAnsi="Arial" w:cs="Arial"/>
          <w:bCs/>
          <w:sz w:val="20"/>
          <w:szCs w:val="20"/>
          <w:lang w:eastAsia="de-AT"/>
        </w:rPr>
        <w:t>Bauteile und Materialien, die für den Umbau der CampusVäre benötigt werden, gesammelt, geprüft, sortiert und kategorisiert – und im nächsten Jahr eingebaut. </w:t>
      </w:r>
    </w:p>
    <w:p w14:paraId="585B88B6" w14:textId="17E8D873" w:rsidR="005F1AA9" w:rsidRDefault="005F1AA9" w:rsidP="00F82A35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5F1AA9">
        <w:rPr>
          <w:rFonts w:ascii="Arial" w:hAnsi="Arial" w:cs="Arial"/>
          <w:bCs/>
          <w:sz w:val="20"/>
          <w:szCs w:val="20"/>
          <w:lang w:eastAsia="de-AT"/>
        </w:rPr>
        <w:t>© Angela Lamprecht</w:t>
      </w:r>
    </w:p>
    <w:p w14:paraId="5AC47CD5" w14:textId="3EF5D50A" w:rsidR="005F1AA9" w:rsidRDefault="005F1AA9" w:rsidP="00F82A35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</w:p>
    <w:sectPr w:rsidR="005F1AA9" w:rsidSect="009F40D7">
      <w:headerReference w:type="default" r:id="rId9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3F80E" w14:textId="77777777" w:rsidR="00D47FB2" w:rsidRDefault="00D47FB2" w:rsidP="00B92C61">
      <w:r>
        <w:separator/>
      </w:r>
    </w:p>
  </w:endnote>
  <w:endnote w:type="continuationSeparator" w:id="0">
    <w:p w14:paraId="6950530A" w14:textId="77777777" w:rsidR="00D47FB2" w:rsidRDefault="00D47FB2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IBM Plex Serif Light"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BF4B" w14:textId="77777777" w:rsidR="00D47FB2" w:rsidRDefault="00D47FB2" w:rsidP="00B92C61">
      <w:r>
        <w:separator/>
      </w:r>
    </w:p>
  </w:footnote>
  <w:footnote w:type="continuationSeparator" w:id="0">
    <w:p w14:paraId="45FBA680" w14:textId="77777777" w:rsidR="00D47FB2" w:rsidRDefault="00D47FB2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3394">
    <w:abstractNumId w:val="2"/>
  </w:num>
  <w:num w:numId="2" w16cid:durableId="1591347612">
    <w:abstractNumId w:val="2"/>
  </w:num>
  <w:num w:numId="3" w16cid:durableId="1291790610">
    <w:abstractNumId w:val="0"/>
  </w:num>
  <w:num w:numId="4" w16cid:durableId="889652016">
    <w:abstractNumId w:val="0"/>
  </w:num>
  <w:num w:numId="5" w16cid:durableId="818573934">
    <w:abstractNumId w:val="2"/>
  </w:num>
  <w:num w:numId="6" w16cid:durableId="791943491">
    <w:abstractNumId w:val="2"/>
  </w:num>
  <w:num w:numId="7" w16cid:durableId="1652640994">
    <w:abstractNumId w:val="2"/>
  </w:num>
  <w:num w:numId="8" w16cid:durableId="1271274891">
    <w:abstractNumId w:val="3"/>
  </w:num>
  <w:num w:numId="9" w16cid:durableId="1286235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44771"/>
    <w:rsid w:val="00055821"/>
    <w:rsid w:val="00093171"/>
    <w:rsid w:val="00095ECC"/>
    <w:rsid w:val="000A2827"/>
    <w:rsid w:val="000B2B33"/>
    <w:rsid w:val="000B3058"/>
    <w:rsid w:val="000E56DA"/>
    <w:rsid w:val="000F7F29"/>
    <w:rsid w:val="0010206A"/>
    <w:rsid w:val="001064D5"/>
    <w:rsid w:val="0011247B"/>
    <w:rsid w:val="00125446"/>
    <w:rsid w:val="001632E4"/>
    <w:rsid w:val="001831E1"/>
    <w:rsid w:val="00186E27"/>
    <w:rsid w:val="001B6F9A"/>
    <w:rsid w:val="001C2B80"/>
    <w:rsid w:val="001C420B"/>
    <w:rsid w:val="001D1D97"/>
    <w:rsid w:val="00214F5A"/>
    <w:rsid w:val="0022543C"/>
    <w:rsid w:val="002451A8"/>
    <w:rsid w:val="00264D83"/>
    <w:rsid w:val="00265C1A"/>
    <w:rsid w:val="00293181"/>
    <w:rsid w:val="002B4A9A"/>
    <w:rsid w:val="002E3430"/>
    <w:rsid w:val="00306E07"/>
    <w:rsid w:val="00321BE7"/>
    <w:rsid w:val="00324E2C"/>
    <w:rsid w:val="00325B00"/>
    <w:rsid w:val="00391A4E"/>
    <w:rsid w:val="003958CF"/>
    <w:rsid w:val="003C2251"/>
    <w:rsid w:val="003C3A0F"/>
    <w:rsid w:val="003D0CE5"/>
    <w:rsid w:val="00427AA8"/>
    <w:rsid w:val="00446504"/>
    <w:rsid w:val="0045080E"/>
    <w:rsid w:val="00467C15"/>
    <w:rsid w:val="004E3233"/>
    <w:rsid w:val="004E783E"/>
    <w:rsid w:val="004F1601"/>
    <w:rsid w:val="004F5DA5"/>
    <w:rsid w:val="00510E41"/>
    <w:rsid w:val="005357D0"/>
    <w:rsid w:val="00550023"/>
    <w:rsid w:val="00594AE0"/>
    <w:rsid w:val="00596FA5"/>
    <w:rsid w:val="005A7BA8"/>
    <w:rsid w:val="005D7D2A"/>
    <w:rsid w:val="005F1AA9"/>
    <w:rsid w:val="0060260A"/>
    <w:rsid w:val="00622320"/>
    <w:rsid w:val="006622E6"/>
    <w:rsid w:val="00665C97"/>
    <w:rsid w:val="00671928"/>
    <w:rsid w:val="00697F5F"/>
    <w:rsid w:val="006A6C68"/>
    <w:rsid w:val="006F791A"/>
    <w:rsid w:val="0073148E"/>
    <w:rsid w:val="007343A8"/>
    <w:rsid w:val="00774046"/>
    <w:rsid w:val="00775EA7"/>
    <w:rsid w:val="007D5C83"/>
    <w:rsid w:val="007E54A3"/>
    <w:rsid w:val="0080014B"/>
    <w:rsid w:val="00816978"/>
    <w:rsid w:val="00845F22"/>
    <w:rsid w:val="00854730"/>
    <w:rsid w:val="00880DFF"/>
    <w:rsid w:val="008A2D12"/>
    <w:rsid w:val="008A33C6"/>
    <w:rsid w:val="008E041F"/>
    <w:rsid w:val="008E74CA"/>
    <w:rsid w:val="009028E0"/>
    <w:rsid w:val="00903EC8"/>
    <w:rsid w:val="00916202"/>
    <w:rsid w:val="00917AAB"/>
    <w:rsid w:val="00944260"/>
    <w:rsid w:val="00982F28"/>
    <w:rsid w:val="009832E7"/>
    <w:rsid w:val="009B00CE"/>
    <w:rsid w:val="009C3522"/>
    <w:rsid w:val="009F40D7"/>
    <w:rsid w:val="00A31A4F"/>
    <w:rsid w:val="00A44BA5"/>
    <w:rsid w:val="00A45DE1"/>
    <w:rsid w:val="00A552E1"/>
    <w:rsid w:val="00A76268"/>
    <w:rsid w:val="00A85B9B"/>
    <w:rsid w:val="00AB1B42"/>
    <w:rsid w:val="00AF0B2C"/>
    <w:rsid w:val="00B20F18"/>
    <w:rsid w:val="00B2394E"/>
    <w:rsid w:val="00B35372"/>
    <w:rsid w:val="00B66407"/>
    <w:rsid w:val="00B67E02"/>
    <w:rsid w:val="00B73E5E"/>
    <w:rsid w:val="00B74CBF"/>
    <w:rsid w:val="00B76CB5"/>
    <w:rsid w:val="00B81F75"/>
    <w:rsid w:val="00B92C61"/>
    <w:rsid w:val="00B97B93"/>
    <w:rsid w:val="00BC2F40"/>
    <w:rsid w:val="00BF18DB"/>
    <w:rsid w:val="00C00A86"/>
    <w:rsid w:val="00C752DC"/>
    <w:rsid w:val="00C831B9"/>
    <w:rsid w:val="00C924EB"/>
    <w:rsid w:val="00CA75BF"/>
    <w:rsid w:val="00D2509E"/>
    <w:rsid w:val="00D31261"/>
    <w:rsid w:val="00D47FB2"/>
    <w:rsid w:val="00D51B22"/>
    <w:rsid w:val="00D62427"/>
    <w:rsid w:val="00D6273A"/>
    <w:rsid w:val="00D64302"/>
    <w:rsid w:val="00D7429E"/>
    <w:rsid w:val="00DB1E4E"/>
    <w:rsid w:val="00DB7F4D"/>
    <w:rsid w:val="00DC75DA"/>
    <w:rsid w:val="00DD30A9"/>
    <w:rsid w:val="00DF27E8"/>
    <w:rsid w:val="00DF54D9"/>
    <w:rsid w:val="00E15787"/>
    <w:rsid w:val="00E2427E"/>
    <w:rsid w:val="00E352EC"/>
    <w:rsid w:val="00E555CB"/>
    <w:rsid w:val="00E64551"/>
    <w:rsid w:val="00E676BC"/>
    <w:rsid w:val="00EA61E7"/>
    <w:rsid w:val="00EB02FA"/>
    <w:rsid w:val="00EE1A03"/>
    <w:rsid w:val="00F11098"/>
    <w:rsid w:val="00F13E70"/>
    <w:rsid w:val="00F201B7"/>
    <w:rsid w:val="00F41B61"/>
    <w:rsid w:val="00F63A6B"/>
    <w:rsid w:val="00F82A35"/>
    <w:rsid w:val="00F9440B"/>
    <w:rsid w:val="00FD26C7"/>
    <w:rsid w:val="00FE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paragraph" w:styleId="berarbeitung">
    <w:name w:val="Revision"/>
    <w:hidden/>
    <w:uiPriority w:val="99"/>
    <w:semiHidden/>
    <w:rsid w:val="0010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c-i-v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lo@c-i-v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2</Pages>
  <Words>579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Üblackner-Mäser Christina</cp:lastModifiedBy>
  <cp:revision>6</cp:revision>
  <cp:lastPrinted>2024-05-07T12:26:00Z</cp:lastPrinted>
  <dcterms:created xsi:type="dcterms:W3CDTF">2024-04-30T11:11:00Z</dcterms:created>
  <dcterms:modified xsi:type="dcterms:W3CDTF">2024-05-07T12:26:00Z</dcterms:modified>
</cp:coreProperties>
</file>